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011B039-F277-4B39-8F09-F9E3701FC5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